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916F0" w14:textId="28C769E2" w:rsidR="00B801C3" w:rsidRPr="005E503A" w:rsidRDefault="002726A3" w:rsidP="00B801C3">
      <w:pPr>
        <w:rPr>
          <w:rFonts w:ascii="Times New Roman" w:hAnsi="Times New Roman"/>
        </w:rPr>
      </w:pPr>
      <w:r w:rsidRPr="005E503A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06EBE91F" wp14:editId="1352A6A5">
            <wp:simplePos x="0" y="0"/>
            <wp:positionH relativeFrom="margin">
              <wp:align>right</wp:align>
            </wp:positionH>
            <wp:positionV relativeFrom="paragraph">
              <wp:posOffset>-899795</wp:posOffset>
            </wp:positionV>
            <wp:extent cx="1947545" cy="887095"/>
            <wp:effectExtent l="0" t="0" r="0" b="8255"/>
            <wp:wrapNone/>
            <wp:docPr id="3" name="Picture 3" descr="elektrile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887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1C3" w:rsidRPr="005E503A">
        <w:rPr>
          <w:rFonts w:ascii="Times New Roman" w:hAnsi="Times New Roman"/>
        </w:rPr>
        <w:t>Transpordiamet</w:t>
      </w:r>
    </w:p>
    <w:p w14:paraId="6D31C270" w14:textId="55B30E80" w:rsidR="00B801C3" w:rsidRPr="005E503A" w:rsidRDefault="00B801C3" w:rsidP="00B801C3">
      <w:pPr>
        <w:rPr>
          <w:rFonts w:ascii="Times New Roman" w:hAnsi="Times New Roman"/>
        </w:rPr>
      </w:pPr>
      <w:r w:rsidRPr="005E503A">
        <w:rPr>
          <w:rFonts w:ascii="Times New Roman" w:hAnsi="Times New Roman"/>
        </w:rPr>
        <w:t>Valge 4, 11413 Tallinn</w:t>
      </w:r>
      <w:r w:rsidRPr="005E503A">
        <w:rPr>
          <w:rFonts w:ascii="Times New Roman" w:hAnsi="Times New Roman"/>
        </w:rPr>
        <w:tab/>
      </w:r>
      <w:r w:rsidRPr="005E503A">
        <w:rPr>
          <w:rFonts w:ascii="Times New Roman" w:hAnsi="Times New Roman"/>
        </w:rPr>
        <w:tab/>
      </w:r>
      <w:r w:rsidRPr="005E503A">
        <w:rPr>
          <w:rFonts w:ascii="Times New Roman" w:hAnsi="Times New Roman"/>
        </w:rPr>
        <w:tab/>
      </w:r>
      <w:r w:rsidRPr="005E503A">
        <w:rPr>
          <w:rFonts w:ascii="Times New Roman" w:hAnsi="Times New Roman"/>
        </w:rPr>
        <w:tab/>
        <w:t xml:space="preserve">   Meie:</w:t>
      </w:r>
      <w:r w:rsidR="008047EB" w:rsidRPr="005E503A">
        <w:rPr>
          <w:rFonts w:ascii="Times New Roman" w:hAnsi="Times New Roman"/>
        </w:rPr>
        <w:t xml:space="preserve"> </w:t>
      </w:r>
      <w:r w:rsidR="005E503A" w:rsidRPr="005E503A">
        <w:rPr>
          <w:rFonts w:ascii="Times New Roman" w:hAnsi="Times New Roman"/>
        </w:rPr>
        <w:t>04.10</w:t>
      </w:r>
      <w:r w:rsidR="004B66EA" w:rsidRPr="005E503A">
        <w:rPr>
          <w:rFonts w:ascii="Times New Roman" w:hAnsi="Times New Roman"/>
        </w:rPr>
        <w:t>.202</w:t>
      </w:r>
      <w:r w:rsidR="008047EB" w:rsidRPr="005E503A">
        <w:rPr>
          <w:rFonts w:ascii="Times New Roman" w:hAnsi="Times New Roman"/>
        </w:rPr>
        <w:t>3</w:t>
      </w:r>
      <w:r w:rsidR="005F1F3C" w:rsidRPr="005E503A">
        <w:rPr>
          <w:rFonts w:ascii="Times New Roman" w:hAnsi="Times New Roman"/>
        </w:rPr>
        <w:t xml:space="preserve"> </w:t>
      </w:r>
      <w:r w:rsidRPr="005E503A">
        <w:rPr>
          <w:rFonts w:ascii="Times New Roman" w:hAnsi="Times New Roman"/>
        </w:rPr>
        <w:t>nr JV-</w:t>
      </w:r>
      <w:r w:rsidR="004B66EA" w:rsidRPr="005E503A">
        <w:rPr>
          <w:rFonts w:ascii="Times New Roman" w:hAnsi="Times New Roman"/>
        </w:rPr>
        <w:t>M</w:t>
      </w:r>
      <w:r w:rsidRPr="005E503A">
        <w:rPr>
          <w:rFonts w:ascii="Times New Roman" w:hAnsi="Times New Roman"/>
        </w:rPr>
        <w:t>AA</w:t>
      </w:r>
      <w:r w:rsidR="008047EB" w:rsidRPr="005E503A">
        <w:rPr>
          <w:rFonts w:ascii="Times New Roman" w:hAnsi="Times New Roman"/>
        </w:rPr>
        <w:t>/</w:t>
      </w:r>
      <w:r w:rsidR="006A4C10">
        <w:rPr>
          <w:rFonts w:ascii="Times New Roman" w:hAnsi="Times New Roman"/>
        </w:rPr>
        <w:t>4853</w:t>
      </w:r>
    </w:p>
    <w:p w14:paraId="28FD26F1" w14:textId="77777777" w:rsidR="00B801C3" w:rsidRPr="005E503A" w:rsidRDefault="00B801C3" w:rsidP="00B801C3">
      <w:pPr>
        <w:rPr>
          <w:rFonts w:ascii="Times New Roman" w:hAnsi="Times New Roman"/>
        </w:rPr>
      </w:pPr>
      <w:r w:rsidRPr="005E503A">
        <w:rPr>
          <w:rFonts w:ascii="Times New Roman" w:hAnsi="Times New Roman"/>
        </w:rPr>
        <w:t xml:space="preserve">e-posti aadress: info@transpordiamet.ee </w:t>
      </w:r>
    </w:p>
    <w:p w14:paraId="12CBC6E4" w14:textId="77777777" w:rsidR="00B801C3" w:rsidRPr="005E503A" w:rsidRDefault="00B801C3" w:rsidP="00B801C3">
      <w:pPr>
        <w:rPr>
          <w:rFonts w:ascii="Times New Roman" w:hAnsi="Times New Roman"/>
          <w:b/>
        </w:rPr>
      </w:pPr>
    </w:p>
    <w:p w14:paraId="5329D932" w14:textId="0535D0E2" w:rsidR="00B801C3" w:rsidRDefault="00F9120F" w:rsidP="00CE0B6A">
      <w:pPr>
        <w:jc w:val="both"/>
        <w:rPr>
          <w:rFonts w:ascii="Times New Roman" w:hAnsi="Times New Roman"/>
          <w:b/>
        </w:rPr>
      </w:pPr>
      <w:r w:rsidRPr="005E503A">
        <w:rPr>
          <w:rFonts w:ascii="Times New Roman" w:hAnsi="Times New Roman"/>
          <w:b/>
        </w:rPr>
        <w:t xml:space="preserve">TAOTLUS </w:t>
      </w:r>
      <w:r w:rsidR="00C67098" w:rsidRPr="005E503A">
        <w:rPr>
          <w:rFonts w:ascii="Times New Roman" w:hAnsi="Times New Roman"/>
          <w:b/>
        </w:rPr>
        <w:t>TRANSPORDIMAALE</w:t>
      </w:r>
      <w:r w:rsidR="00B801C3" w:rsidRPr="005E503A">
        <w:rPr>
          <w:rFonts w:ascii="Times New Roman" w:hAnsi="Times New Roman"/>
          <w:b/>
        </w:rPr>
        <w:t xml:space="preserve"> TEHNOVÕRGU JA -RAJATISE EHITAMISEKS JA TALUMISEKS VAJALIKU ISIKLIKU KASUTUSÕIGUSE SEADMISE LEPINGU SÕLMIMISEKS </w:t>
      </w:r>
    </w:p>
    <w:p w14:paraId="580520E2" w14:textId="77777777" w:rsidR="005E503A" w:rsidRPr="005E503A" w:rsidRDefault="005E503A" w:rsidP="00CE0B6A">
      <w:pPr>
        <w:jc w:val="both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0"/>
        <w:gridCol w:w="6374"/>
      </w:tblGrid>
      <w:tr w:rsidR="00B801C3" w:rsidRPr="005E503A" w14:paraId="03291118" w14:textId="77777777" w:rsidTr="0048179D">
        <w:trPr>
          <w:trHeight w:val="431"/>
        </w:trPr>
        <w:tc>
          <w:tcPr>
            <w:tcW w:w="2840" w:type="dxa"/>
            <w:vMerge w:val="restart"/>
            <w:tcBorders>
              <w:right w:val="single" w:sz="4" w:space="0" w:color="auto"/>
            </w:tcBorders>
          </w:tcPr>
          <w:p w14:paraId="382C84B8" w14:textId="77777777" w:rsidR="00B801C3" w:rsidRPr="005E503A" w:rsidRDefault="00B801C3" w:rsidP="00B801C3">
            <w:pPr>
              <w:rPr>
                <w:rFonts w:ascii="Times New Roman" w:hAnsi="Times New Roman"/>
                <w:b/>
              </w:rPr>
            </w:pPr>
            <w:bookmarkStart w:id="0" w:name="_Hlk102658570"/>
            <w:r w:rsidRPr="005E503A">
              <w:rPr>
                <w:rFonts w:ascii="Times New Roman" w:hAnsi="Times New Roman"/>
                <w:b/>
              </w:rPr>
              <w:t>TAOTLEJA</w:t>
            </w:r>
          </w:p>
          <w:p w14:paraId="1EEC5CB7" w14:textId="77777777" w:rsidR="00B801C3" w:rsidRPr="005E503A" w:rsidRDefault="00B801C3" w:rsidP="00B801C3">
            <w:pPr>
              <w:rPr>
                <w:rFonts w:ascii="Times New Roman" w:hAnsi="Times New Roman"/>
                <w:b/>
              </w:rPr>
            </w:pPr>
            <w:r w:rsidRPr="005E503A">
              <w:rPr>
                <w:rFonts w:ascii="Times New Roman" w:hAnsi="Times New Roman"/>
                <w:b/>
              </w:rPr>
              <w:t>ANDMED:</w:t>
            </w:r>
          </w:p>
          <w:p w14:paraId="6CAD9219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</w:p>
          <w:p w14:paraId="59CABD12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</w:p>
          <w:p w14:paraId="51C43C45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</w:p>
          <w:p w14:paraId="70491002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</w:p>
          <w:p w14:paraId="3DF820FA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7315E139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>Nimi: Elektrilevi OÜ</w:t>
            </w:r>
          </w:p>
          <w:p w14:paraId="296E2FB6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5E503A" w14:paraId="3EFC1DBD" w14:textId="77777777" w:rsidTr="0048179D">
        <w:trPr>
          <w:trHeight w:val="439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14:paraId="59816D21" w14:textId="77777777" w:rsidR="00B801C3" w:rsidRPr="005E503A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54479A9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>Registrikood: 11050857</w:t>
            </w:r>
          </w:p>
        </w:tc>
      </w:tr>
      <w:tr w:rsidR="00B801C3" w:rsidRPr="005E503A" w14:paraId="4D69FA9B" w14:textId="77777777" w:rsidTr="0048179D">
        <w:trPr>
          <w:trHeight w:val="435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14:paraId="690DB13A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  <w:bookmarkStart w:id="1" w:name="_Hlk38622158"/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4D54E88B" w14:textId="5DE5218F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 xml:space="preserve">Lepingu allkirjastaja nimi: Andra </w:t>
            </w:r>
            <w:r w:rsidR="008047EB" w:rsidRPr="005E503A">
              <w:rPr>
                <w:rFonts w:ascii="Times New Roman" w:hAnsi="Times New Roman"/>
              </w:rPr>
              <w:t>McManus</w:t>
            </w:r>
          </w:p>
        </w:tc>
      </w:tr>
      <w:tr w:rsidR="00B801C3" w:rsidRPr="005E503A" w14:paraId="6E9216FC" w14:textId="77777777" w:rsidTr="0048179D">
        <w:trPr>
          <w:trHeight w:val="717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14:paraId="75BFEB8A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EBC082A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bookmarkEnd w:id="1"/>
      <w:tr w:rsidR="00B801C3" w:rsidRPr="005E503A" w14:paraId="77F4CF77" w14:textId="77777777" w:rsidTr="0048179D">
        <w:trPr>
          <w:trHeight w:val="431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14:paraId="7588B8AE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1921E439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>Lepingu allkirjastaja e-posti aadress, telefoni number</w:t>
            </w:r>
          </w:p>
          <w:p w14:paraId="443D1FAC" w14:textId="76D1DDEF" w:rsidR="00B801C3" w:rsidRPr="005E503A" w:rsidRDefault="005E503A" w:rsidP="00B801C3">
            <w:pPr>
              <w:rPr>
                <w:rFonts w:ascii="Times New Roman" w:hAnsi="Times New Roman"/>
              </w:rPr>
            </w:pPr>
            <w:hyperlink r:id="rId10" w:history="1">
              <w:r w:rsidRPr="005E503A">
                <w:rPr>
                  <w:rStyle w:val="Hyperlink"/>
                  <w:rFonts w:ascii="Times New Roman" w:hAnsi="Times New Roman"/>
                </w:rPr>
                <w:t>andra.mcmanus@energia.ee</w:t>
              </w:r>
            </w:hyperlink>
            <w:r w:rsidR="00B801C3" w:rsidRPr="005E503A">
              <w:rPr>
                <w:rFonts w:ascii="Times New Roman" w:hAnsi="Times New Roman"/>
              </w:rPr>
              <w:t>, tel 5123441</w:t>
            </w:r>
          </w:p>
        </w:tc>
      </w:tr>
      <w:tr w:rsidR="00B801C3" w:rsidRPr="005E503A" w14:paraId="56FB5E5C" w14:textId="77777777" w:rsidTr="0048179D">
        <w:trPr>
          <w:trHeight w:val="423"/>
        </w:trPr>
        <w:tc>
          <w:tcPr>
            <w:tcW w:w="2840" w:type="dxa"/>
            <w:vMerge w:val="restart"/>
            <w:tcBorders>
              <w:right w:val="single" w:sz="4" w:space="0" w:color="auto"/>
            </w:tcBorders>
          </w:tcPr>
          <w:p w14:paraId="05C7FB19" w14:textId="77777777" w:rsidR="00B801C3" w:rsidRPr="005E503A" w:rsidRDefault="00B801C3" w:rsidP="00B801C3">
            <w:pPr>
              <w:rPr>
                <w:rFonts w:ascii="Times New Roman" w:hAnsi="Times New Roman"/>
                <w:b/>
                <w:bCs/>
              </w:rPr>
            </w:pPr>
            <w:r w:rsidRPr="005E503A">
              <w:rPr>
                <w:rFonts w:ascii="Times New Roman" w:hAnsi="Times New Roman"/>
                <w:b/>
                <w:bCs/>
              </w:rPr>
              <w:t>TAOTLUSE MENETLEMISEL TAOTLEJA KONTAKTISIK</w:t>
            </w: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63F8B317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>Nimi: Ülle Loopre</w:t>
            </w:r>
          </w:p>
        </w:tc>
      </w:tr>
      <w:tr w:rsidR="00B801C3" w:rsidRPr="005E503A" w14:paraId="37B599CA" w14:textId="77777777" w:rsidTr="0048179D">
        <w:trPr>
          <w:trHeight w:val="429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14:paraId="045FC392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68DE6AD7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 xml:space="preserve">Tema  e-posti aadress, telefoni number: </w:t>
            </w:r>
            <w:hyperlink r:id="rId11" w:history="1">
              <w:r w:rsidRPr="005E503A">
                <w:rPr>
                  <w:rStyle w:val="Hyperlink"/>
                  <w:rFonts w:ascii="Times New Roman" w:hAnsi="Times New Roman"/>
                </w:rPr>
                <w:t>ulle.loopre@elektrilevi.ee</w:t>
              </w:r>
            </w:hyperlink>
            <w:r w:rsidRPr="005E503A">
              <w:rPr>
                <w:rFonts w:ascii="Times New Roman" w:hAnsi="Times New Roman"/>
              </w:rPr>
              <w:t>, 53488369</w:t>
            </w:r>
          </w:p>
        </w:tc>
      </w:tr>
      <w:tr w:rsidR="00B801C3" w:rsidRPr="005E503A" w14:paraId="12049F25" w14:textId="77777777" w:rsidTr="0048179D">
        <w:trPr>
          <w:trHeight w:val="434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14:paraId="4CD9B27F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6A1A35A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>Vajadusel esindusvolitus (PDF-fail)</w:t>
            </w:r>
          </w:p>
        </w:tc>
      </w:tr>
      <w:tr w:rsidR="00B801C3" w:rsidRPr="005E503A" w14:paraId="59CFA6ED" w14:textId="77777777" w:rsidTr="0048179D">
        <w:trPr>
          <w:trHeight w:val="280"/>
        </w:trPr>
        <w:tc>
          <w:tcPr>
            <w:tcW w:w="2840" w:type="dxa"/>
            <w:tcBorders>
              <w:right w:val="single" w:sz="4" w:space="0" w:color="auto"/>
            </w:tcBorders>
          </w:tcPr>
          <w:p w14:paraId="565A140C" w14:textId="77777777" w:rsidR="00B801C3" w:rsidRPr="005E503A" w:rsidRDefault="00B801C3" w:rsidP="00B801C3">
            <w:pPr>
              <w:rPr>
                <w:rFonts w:ascii="Times New Roman" w:hAnsi="Times New Roman"/>
                <w:b/>
              </w:rPr>
            </w:pPr>
            <w:r w:rsidRPr="005E503A">
              <w:rPr>
                <w:rFonts w:ascii="Times New Roman" w:hAnsi="Times New Roman"/>
                <w:b/>
              </w:rPr>
              <w:t>TEHNORAJATISE PAIGALDAMISE EESMÄRK</w:t>
            </w: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8C006BF" w14:textId="77777777" w:rsidR="00B801C3" w:rsidRPr="005E503A" w:rsidRDefault="00B801C3" w:rsidP="00B801C3">
            <w:pPr>
              <w:rPr>
                <w:rFonts w:ascii="Times New Roman" w:hAnsi="Times New Roman"/>
                <w:u w:val="single"/>
              </w:rPr>
            </w:pPr>
            <w:r w:rsidRPr="005E503A">
              <w:rPr>
                <w:rFonts w:ascii="Times New Roman" w:hAnsi="Times New Roman"/>
              </w:rPr>
              <w:t>Tehnovõrk on vajalik avalikes huvides ning arenduskohustuse täitmiseks</w:t>
            </w:r>
          </w:p>
        </w:tc>
      </w:tr>
      <w:tr w:rsidR="00B801C3" w:rsidRPr="005E503A" w14:paraId="58E0CD92" w14:textId="77777777" w:rsidTr="0048179D">
        <w:trPr>
          <w:trHeight w:val="600"/>
        </w:trPr>
        <w:tc>
          <w:tcPr>
            <w:tcW w:w="2840" w:type="dxa"/>
            <w:vMerge w:val="restart"/>
            <w:tcBorders>
              <w:right w:val="single" w:sz="4" w:space="0" w:color="auto"/>
            </w:tcBorders>
          </w:tcPr>
          <w:p w14:paraId="0E43AE43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  <w:b/>
              </w:rPr>
              <w:t>MAANTEEAMETIS KOOSKÕLASTATUD PROJEKTI ANDMED:</w:t>
            </w: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58103D9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 xml:space="preserve">Projekti nimetus ja number:  </w:t>
            </w:r>
          </w:p>
          <w:p w14:paraId="517D8EEC" w14:textId="307EAFDA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 xml:space="preserve">Pluvo OÜ poolt koostatud töö nr  </w:t>
            </w:r>
            <w:r w:rsidR="004B66EA" w:rsidRPr="005E503A">
              <w:rPr>
                <w:rFonts w:ascii="Times New Roman" w:hAnsi="Times New Roman"/>
              </w:rPr>
              <w:t xml:space="preserve"> PL19-19-</w:t>
            </w:r>
            <w:r w:rsidR="005E503A" w:rsidRPr="005E503A">
              <w:rPr>
                <w:rFonts w:ascii="Times New Roman" w:hAnsi="Times New Roman"/>
              </w:rPr>
              <w:t>628</w:t>
            </w:r>
            <w:r w:rsidR="004B66EA" w:rsidRPr="005E503A">
              <w:rPr>
                <w:rFonts w:ascii="Times New Roman" w:hAnsi="Times New Roman"/>
              </w:rPr>
              <w:t xml:space="preserve"> </w:t>
            </w:r>
            <w:r w:rsidRPr="005E503A">
              <w:rPr>
                <w:rFonts w:ascii="Times New Roman" w:hAnsi="Times New Roman"/>
              </w:rPr>
              <w:t>“</w:t>
            </w:r>
            <w:r w:rsidR="005E503A" w:rsidRPr="005E503A">
              <w:rPr>
                <w:rFonts w:ascii="Times New Roman" w:hAnsi="Times New Roman"/>
              </w:rPr>
              <w:t>Vana-Narva mnt 10 liitumine keskpingel. Vana-Narva mnt 10, Vana-Narva maantee L3, L12, L13, Maardu linn, Harjumaa</w:t>
            </w:r>
            <w:r w:rsidR="005F1F3C" w:rsidRPr="005E503A">
              <w:rPr>
                <w:rFonts w:ascii="Times New Roman" w:hAnsi="Times New Roman"/>
              </w:rPr>
              <w:t>“</w:t>
            </w:r>
          </w:p>
        </w:tc>
      </w:tr>
      <w:tr w:rsidR="00B801C3" w:rsidRPr="005E503A" w14:paraId="0755177A" w14:textId="77777777" w:rsidTr="0048179D">
        <w:trPr>
          <w:trHeight w:val="247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14:paraId="433B5213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5C87C4A" w14:textId="787F6917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 xml:space="preserve">Projekti koostaja:  </w:t>
            </w:r>
            <w:r w:rsidR="004B66EA" w:rsidRPr="005E503A">
              <w:rPr>
                <w:rFonts w:ascii="Times New Roman" w:hAnsi="Times New Roman"/>
              </w:rPr>
              <w:t xml:space="preserve"> </w:t>
            </w:r>
            <w:r w:rsidR="005E503A" w:rsidRPr="005E503A">
              <w:rPr>
                <w:rFonts w:ascii="Times New Roman" w:hAnsi="Times New Roman"/>
              </w:rPr>
              <w:t>Jelizaveta Kolatsk</w:t>
            </w:r>
          </w:p>
        </w:tc>
      </w:tr>
      <w:tr w:rsidR="00B801C3" w:rsidRPr="005E503A" w14:paraId="58516777" w14:textId="77777777" w:rsidTr="0048179D">
        <w:trPr>
          <w:trHeight w:val="600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14:paraId="667248B5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495C3A18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 xml:space="preserve">Projekti Maanteeameti kooskõlastuse vastuskirja seosviit:  </w:t>
            </w:r>
          </w:p>
          <w:p w14:paraId="722D8B99" w14:textId="4A60404D" w:rsidR="00B801C3" w:rsidRPr="005E503A" w:rsidRDefault="005E503A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>12.09.2023 nr 7.1-2/23/16369-4</w:t>
            </w:r>
          </w:p>
        </w:tc>
      </w:tr>
      <w:tr w:rsidR="00B801C3" w:rsidRPr="005E503A" w14:paraId="51E2B8BB" w14:textId="77777777" w:rsidTr="0048179D">
        <w:trPr>
          <w:trHeight w:val="426"/>
        </w:trPr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14:paraId="45FB15E0" w14:textId="77777777" w:rsidR="00B801C3" w:rsidRPr="005E503A" w:rsidRDefault="00B801C3" w:rsidP="00B801C3">
            <w:pPr>
              <w:rPr>
                <w:rFonts w:ascii="Times New Roman" w:hAnsi="Times New Roman"/>
                <w:b/>
              </w:rPr>
            </w:pPr>
            <w:r w:rsidRPr="005E503A">
              <w:rPr>
                <w:rFonts w:ascii="Times New Roman" w:hAnsi="Times New Roman"/>
                <w:b/>
              </w:rPr>
              <w:t>1. KOORMATAVA</w:t>
            </w:r>
          </w:p>
          <w:p w14:paraId="4C82FD74" w14:textId="77777777" w:rsidR="00B801C3" w:rsidRPr="005E503A" w:rsidRDefault="00B801C3" w:rsidP="00B801C3">
            <w:pPr>
              <w:rPr>
                <w:rFonts w:ascii="Times New Roman" w:hAnsi="Times New Roman"/>
                <w:b/>
              </w:rPr>
            </w:pPr>
            <w:r w:rsidRPr="005E503A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8422521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>Number ja nimetus: (MKM 25.06.2015. a määruse nr 72 järgi)</w:t>
            </w:r>
          </w:p>
          <w:p w14:paraId="7C974298" w14:textId="5FB844FC" w:rsidR="00B801C3" w:rsidRPr="005E503A" w:rsidRDefault="005E503A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>Vana-Narva maantee L3</w:t>
            </w:r>
          </w:p>
        </w:tc>
      </w:tr>
      <w:tr w:rsidR="00B801C3" w:rsidRPr="005E503A" w14:paraId="29C01157" w14:textId="77777777" w:rsidTr="0048179D">
        <w:trPr>
          <w:trHeight w:val="438"/>
        </w:trPr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5ACFD" w14:textId="3CB71EA1" w:rsidR="00B801C3" w:rsidRPr="005E503A" w:rsidRDefault="00B801C3" w:rsidP="00B801C3">
            <w:pPr>
              <w:rPr>
                <w:rFonts w:ascii="Times New Roman" w:hAnsi="Times New Roman"/>
                <w:b/>
              </w:rPr>
            </w:pPr>
            <w:r w:rsidRPr="005E503A">
              <w:rPr>
                <w:rFonts w:ascii="Times New Roman" w:hAnsi="Times New Roman"/>
                <w:b/>
              </w:rPr>
              <w:t xml:space="preserve">KATASTRIÜKSUSE </w:t>
            </w:r>
          </w:p>
          <w:p w14:paraId="7D5A0B39" w14:textId="77777777" w:rsidR="00B801C3" w:rsidRPr="005E503A" w:rsidRDefault="00B801C3" w:rsidP="00B801C3">
            <w:pPr>
              <w:rPr>
                <w:rFonts w:ascii="Times New Roman" w:hAnsi="Times New Roman"/>
                <w:b/>
              </w:rPr>
            </w:pPr>
            <w:r w:rsidRPr="005E503A">
              <w:rPr>
                <w:rFonts w:ascii="Times New Roman" w:hAnsi="Times New Roman"/>
                <w:b/>
              </w:rPr>
              <w:t xml:space="preserve">ANDMED: </w:t>
            </w:r>
          </w:p>
          <w:p w14:paraId="026D7516" w14:textId="77777777" w:rsidR="00B801C3" w:rsidRPr="005E503A" w:rsidRDefault="00B801C3" w:rsidP="00B801C3">
            <w:pPr>
              <w:rPr>
                <w:rFonts w:ascii="Times New Roman" w:hAnsi="Times New Roman"/>
                <w:b/>
              </w:rPr>
            </w:pPr>
          </w:p>
          <w:p w14:paraId="3C317C46" w14:textId="77777777" w:rsidR="00B801C3" w:rsidRPr="005E503A" w:rsidRDefault="00B801C3" w:rsidP="00B801C3">
            <w:pPr>
              <w:rPr>
                <w:rFonts w:ascii="Times New Roman" w:hAnsi="Times New Roman"/>
                <w:b/>
              </w:rPr>
            </w:pPr>
          </w:p>
          <w:p w14:paraId="51795482" w14:textId="77777777" w:rsidR="00B801C3" w:rsidRPr="005E503A" w:rsidRDefault="00B801C3" w:rsidP="00B801C3">
            <w:pPr>
              <w:rPr>
                <w:rFonts w:ascii="Times New Roman" w:hAnsi="Times New Roman"/>
                <w:b/>
              </w:rPr>
            </w:pPr>
          </w:p>
          <w:p w14:paraId="36ABF038" w14:textId="77777777" w:rsidR="00B801C3" w:rsidRPr="005E503A" w:rsidRDefault="00B801C3" w:rsidP="00B801C3">
            <w:pPr>
              <w:rPr>
                <w:rFonts w:ascii="Times New Roman" w:hAnsi="Times New Roman"/>
                <w:b/>
              </w:rPr>
            </w:pPr>
          </w:p>
          <w:p w14:paraId="7D2B6AE2" w14:textId="77777777" w:rsidR="00B801C3" w:rsidRPr="005E503A" w:rsidRDefault="00B801C3" w:rsidP="00B801C3">
            <w:pPr>
              <w:rPr>
                <w:rFonts w:ascii="Times New Roman" w:hAnsi="Times New Roman"/>
                <w:b/>
              </w:rPr>
            </w:pPr>
          </w:p>
          <w:p w14:paraId="05B05871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  <w:bottom w:val="single" w:sz="4" w:space="0" w:color="auto"/>
            </w:tcBorders>
          </w:tcPr>
          <w:p w14:paraId="593D8FBC" w14:textId="1AA43EA9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 xml:space="preserve">Katastritunnus:  </w:t>
            </w:r>
            <w:r w:rsidR="005E503A" w:rsidRPr="005E503A">
              <w:rPr>
                <w:rFonts w:ascii="Times New Roman" w:hAnsi="Times New Roman"/>
              </w:rPr>
              <w:tab/>
              <w:t>44601:001:0356</w:t>
            </w:r>
          </w:p>
        </w:tc>
      </w:tr>
      <w:tr w:rsidR="00B801C3" w:rsidRPr="005E503A" w14:paraId="46B2A2C7" w14:textId="77777777" w:rsidTr="0048179D">
        <w:trPr>
          <w:trHeight w:val="433"/>
        </w:trPr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65FB9D" w14:textId="77777777" w:rsidR="00B801C3" w:rsidRPr="005E503A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</w:tcPr>
          <w:p w14:paraId="0B729B0B" w14:textId="5262D4F7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 xml:space="preserve">Lähiaadress: </w:t>
            </w:r>
            <w:r w:rsidR="005E503A" w:rsidRPr="005E503A">
              <w:rPr>
                <w:rFonts w:ascii="Times New Roman" w:hAnsi="Times New Roman"/>
              </w:rPr>
              <w:t>Maardu linn</w:t>
            </w:r>
            <w:r w:rsidRPr="005E503A">
              <w:rPr>
                <w:rFonts w:ascii="Times New Roman" w:hAnsi="Times New Roman"/>
              </w:rPr>
              <w:t>,</w:t>
            </w:r>
            <w:r w:rsidR="005E503A" w:rsidRPr="005E503A">
              <w:rPr>
                <w:rFonts w:ascii="Times New Roman" w:hAnsi="Times New Roman"/>
              </w:rPr>
              <w:t xml:space="preserve"> V</w:t>
            </w:r>
            <w:r w:rsidR="005E503A" w:rsidRPr="005E503A">
              <w:rPr>
                <w:rFonts w:ascii="Times New Roman" w:hAnsi="Times New Roman"/>
              </w:rPr>
              <w:t>ana-Narva maantee L3</w:t>
            </w:r>
          </w:p>
        </w:tc>
      </w:tr>
      <w:tr w:rsidR="00B801C3" w:rsidRPr="005E503A" w14:paraId="585C3E8D" w14:textId="77777777" w:rsidTr="0048179D">
        <w:trPr>
          <w:trHeight w:val="468"/>
        </w:trPr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B8575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10DBB931" w14:textId="1B724CFB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 xml:space="preserve">Riigi kinnisvararegistri objekti kood:  </w:t>
            </w:r>
            <w:r w:rsidR="00C67098" w:rsidRPr="005E503A">
              <w:rPr>
                <w:rFonts w:ascii="Times New Roman" w:hAnsi="Times New Roman"/>
              </w:rPr>
              <w:t xml:space="preserve"> </w:t>
            </w:r>
            <w:r w:rsidR="005E503A" w:rsidRPr="005E503A">
              <w:rPr>
                <w:rFonts w:ascii="Times New Roman" w:hAnsi="Times New Roman"/>
              </w:rPr>
              <w:t>KV87035</w:t>
            </w:r>
          </w:p>
        </w:tc>
      </w:tr>
      <w:tr w:rsidR="00B801C3" w:rsidRPr="005E503A" w14:paraId="1D6E002E" w14:textId="77777777" w:rsidTr="0048179D">
        <w:trPr>
          <w:trHeight w:val="468"/>
        </w:trPr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89870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415CEC23" w14:textId="68C656A9" w:rsidR="00B801C3" w:rsidRPr="005E503A" w:rsidRDefault="00B801C3" w:rsidP="00B801C3">
            <w:pPr>
              <w:rPr>
                <w:rFonts w:ascii="Times New Roman" w:hAnsi="Times New Roman"/>
                <w:i/>
              </w:rPr>
            </w:pPr>
            <w:r w:rsidRPr="005E503A">
              <w:rPr>
                <w:rFonts w:ascii="Times New Roman" w:hAnsi="Times New Roman"/>
              </w:rPr>
              <w:t>Kinnistusraamatu registriosa nr:</w:t>
            </w:r>
            <w:r w:rsidR="0083627E" w:rsidRPr="005E503A">
              <w:rPr>
                <w:rFonts w:ascii="Times New Roman" w:hAnsi="Times New Roman"/>
              </w:rPr>
              <w:t xml:space="preserve"> </w:t>
            </w:r>
            <w:r w:rsidR="008047EB" w:rsidRPr="005E503A">
              <w:rPr>
                <w:rFonts w:ascii="Times New Roman" w:hAnsi="Times New Roman"/>
              </w:rPr>
              <w:t xml:space="preserve"> </w:t>
            </w:r>
            <w:r w:rsidR="005E503A" w:rsidRPr="005E503A">
              <w:rPr>
                <w:rFonts w:ascii="Times New Roman" w:hAnsi="Times New Roman"/>
                <w:b/>
                <w:bCs/>
                <w:iCs/>
              </w:rPr>
              <w:tab/>
              <w:t>13990050</w:t>
            </w:r>
          </w:p>
          <w:p w14:paraId="24DBC053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5E503A" w14:paraId="17A173BB" w14:textId="77777777" w:rsidTr="0048179D">
        <w:trPr>
          <w:trHeight w:val="468"/>
        </w:trPr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997E4" w14:textId="77777777" w:rsidR="00B801C3" w:rsidRPr="005E503A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56ED2FF" w14:textId="3F6455B7" w:rsidR="00B801C3" w:rsidRPr="005E503A" w:rsidRDefault="00B801C3" w:rsidP="00B801C3">
            <w:pPr>
              <w:rPr>
                <w:rFonts w:ascii="Times New Roman" w:hAnsi="Times New Roman"/>
              </w:rPr>
            </w:pPr>
            <w:r w:rsidRPr="005E503A">
              <w:rPr>
                <w:rFonts w:ascii="Times New Roman" w:hAnsi="Times New Roman"/>
              </w:rPr>
              <w:t>Rajatakse</w:t>
            </w:r>
            <w:r w:rsidR="008047EB" w:rsidRPr="005E503A">
              <w:rPr>
                <w:rFonts w:ascii="Times New Roman" w:hAnsi="Times New Roman"/>
              </w:rPr>
              <w:t>:</w:t>
            </w:r>
            <w:r w:rsidR="005E503A" w:rsidRPr="005E503A">
              <w:rPr>
                <w:rFonts w:ascii="Times New Roman" w:hAnsi="Times New Roman"/>
              </w:rPr>
              <w:t xml:space="preserve"> maakaabelliinid</w:t>
            </w:r>
          </w:p>
        </w:tc>
      </w:tr>
      <w:bookmarkEnd w:id="0"/>
    </w:tbl>
    <w:p w14:paraId="27E18069" w14:textId="77777777" w:rsidR="00B801C3" w:rsidRPr="005E503A" w:rsidRDefault="00B801C3" w:rsidP="00B801C3">
      <w:pPr>
        <w:rPr>
          <w:rFonts w:ascii="Times New Roman" w:hAnsi="Times New Roman"/>
        </w:rPr>
      </w:pPr>
    </w:p>
    <w:p w14:paraId="51D1C9AF" w14:textId="77777777" w:rsidR="00B801C3" w:rsidRPr="005E503A" w:rsidRDefault="00B801C3" w:rsidP="00B801C3">
      <w:pPr>
        <w:rPr>
          <w:rFonts w:ascii="Times New Roman" w:hAnsi="Times New Roman"/>
        </w:rPr>
      </w:pPr>
    </w:p>
    <w:p w14:paraId="71852233" w14:textId="77777777" w:rsidR="00B801C3" w:rsidRPr="005E503A" w:rsidRDefault="00B801C3" w:rsidP="00B801C3">
      <w:pPr>
        <w:rPr>
          <w:rFonts w:ascii="Times New Roman" w:hAnsi="Times New Roman"/>
        </w:rPr>
      </w:pPr>
      <w:r w:rsidRPr="005E503A">
        <w:rPr>
          <w:rFonts w:ascii="Times New Roman" w:hAnsi="Times New Roman"/>
        </w:rPr>
        <w:t>Lugupidamisega</w:t>
      </w:r>
    </w:p>
    <w:p w14:paraId="1B7DDFDD" w14:textId="77777777" w:rsidR="00B801C3" w:rsidRPr="005E503A" w:rsidRDefault="00B801C3" w:rsidP="00B801C3">
      <w:pPr>
        <w:rPr>
          <w:rFonts w:ascii="Times New Roman" w:hAnsi="Times New Roman"/>
        </w:rPr>
      </w:pPr>
    </w:p>
    <w:p w14:paraId="4701D2F6" w14:textId="77777777" w:rsidR="00B801C3" w:rsidRPr="005E503A" w:rsidRDefault="00B801C3" w:rsidP="00B801C3">
      <w:pPr>
        <w:rPr>
          <w:rFonts w:ascii="Times New Roman" w:hAnsi="Times New Roman"/>
        </w:rPr>
      </w:pPr>
      <w:r w:rsidRPr="005E503A">
        <w:rPr>
          <w:rFonts w:ascii="Times New Roman" w:hAnsi="Times New Roman"/>
        </w:rPr>
        <w:t>/allkirjastatud digitaalselt/</w:t>
      </w:r>
    </w:p>
    <w:p w14:paraId="2C07119E" w14:textId="77777777" w:rsidR="00B801C3" w:rsidRPr="005E503A" w:rsidRDefault="00B801C3" w:rsidP="00B801C3">
      <w:pPr>
        <w:rPr>
          <w:rFonts w:ascii="Times New Roman" w:hAnsi="Times New Roman"/>
        </w:rPr>
      </w:pPr>
    </w:p>
    <w:p w14:paraId="263BA39B" w14:textId="77777777" w:rsidR="00B801C3" w:rsidRPr="005E503A" w:rsidRDefault="00B801C3" w:rsidP="00B801C3">
      <w:pPr>
        <w:rPr>
          <w:rFonts w:ascii="Times New Roman" w:hAnsi="Times New Roman"/>
        </w:rPr>
      </w:pPr>
      <w:r w:rsidRPr="005E503A">
        <w:rPr>
          <w:rFonts w:ascii="Times New Roman" w:hAnsi="Times New Roman"/>
        </w:rPr>
        <w:t>Ülle Loopre</w:t>
      </w:r>
    </w:p>
    <w:p w14:paraId="5900368B" w14:textId="77777777" w:rsidR="00B801C3" w:rsidRPr="005E503A" w:rsidRDefault="00B801C3" w:rsidP="00B801C3">
      <w:pPr>
        <w:rPr>
          <w:rFonts w:ascii="Times New Roman" w:hAnsi="Times New Roman"/>
        </w:rPr>
      </w:pPr>
      <w:r w:rsidRPr="005E503A">
        <w:rPr>
          <w:rFonts w:ascii="Times New Roman" w:hAnsi="Times New Roman"/>
        </w:rPr>
        <w:t>Elektrilevi OÜ volitatud esindaja</w:t>
      </w:r>
    </w:p>
    <w:p w14:paraId="125A171D" w14:textId="7839460A" w:rsidR="002D4D27" w:rsidRPr="005E503A" w:rsidRDefault="00B801C3" w:rsidP="00B801C3">
      <w:pPr>
        <w:rPr>
          <w:rFonts w:ascii="Times New Roman" w:hAnsi="Times New Roman"/>
        </w:rPr>
      </w:pPr>
      <w:r w:rsidRPr="005E503A">
        <w:rPr>
          <w:rFonts w:ascii="Times New Roman" w:hAnsi="Times New Roman"/>
        </w:rPr>
        <w:t>Tel: +372 53488369</w:t>
      </w:r>
    </w:p>
    <w:p w14:paraId="44482408" w14:textId="40B91B80" w:rsidR="00627953" w:rsidRPr="005E503A" w:rsidRDefault="00627953" w:rsidP="00582590">
      <w:pPr>
        <w:rPr>
          <w:rFonts w:ascii="Times New Roman" w:hAnsi="Times New Roman"/>
        </w:rPr>
      </w:pPr>
    </w:p>
    <w:sectPr w:rsidR="00627953" w:rsidRPr="005E503A" w:rsidSect="00D4458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49661" w14:textId="77777777" w:rsidR="00AC0A66" w:rsidRDefault="00AC0A66">
      <w:r>
        <w:separator/>
      </w:r>
    </w:p>
  </w:endnote>
  <w:endnote w:type="continuationSeparator" w:id="0">
    <w:p w14:paraId="00FAF7B3" w14:textId="77777777" w:rsidR="00AC0A66" w:rsidRDefault="00AC0A66">
      <w:r>
        <w:continuationSeparator/>
      </w:r>
    </w:p>
  </w:endnote>
  <w:endnote w:type="continuationNotice" w:id="1">
    <w:p w14:paraId="29FDE39C" w14:textId="77777777" w:rsidR="00AC0A66" w:rsidRDefault="00AC0A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2E77D" w14:textId="77777777" w:rsidR="002726A3" w:rsidRDefault="002726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ECACD" w14:textId="77777777" w:rsidR="002726A3" w:rsidRDefault="002726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701669CF" w14:textId="77777777" w:rsidTr="00A33A60">
      <w:tc>
        <w:tcPr>
          <w:tcW w:w="3471" w:type="dxa"/>
        </w:tcPr>
        <w:p w14:paraId="429370A7" w14:textId="575A65E5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2D558ABD" w14:textId="4203DF0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6320DE3C" w14:textId="660E02E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7EFAA19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7AFEF21B" w14:textId="77777777" w:rsidTr="00A33A60">
      <w:trPr>
        <w:trHeight w:val="633"/>
      </w:trPr>
      <w:tc>
        <w:tcPr>
          <w:tcW w:w="3471" w:type="dxa"/>
        </w:tcPr>
        <w:p w14:paraId="298FEB6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1332CF6C" w14:textId="1146C2C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62AB4FDE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1F4C1590" w14:textId="6123CFFD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B64FA8B" w14:textId="46F07E8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5293610C" w14:textId="5822C036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19AF377" w14:textId="3FD43824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893F8" w14:textId="77777777" w:rsidR="00AC0A66" w:rsidRDefault="00AC0A66">
      <w:r>
        <w:separator/>
      </w:r>
    </w:p>
  </w:footnote>
  <w:footnote w:type="continuationSeparator" w:id="0">
    <w:p w14:paraId="25AA966B" w14:textId="77777777" w:rsidR="00AC0A66" w:rsidRDefault="00AC0A66">
      <w:r>
        <w:continuationSeparator/>
      </w:r>
    </w:p>
  </w:footnote>
  <w:footnote w:type="continuationNotice" w:id="1">
    <w:p w14:paraId="28BB1C01" w14:textId="77777777" w:rsidR="00AC0A66" w:rsidRDefault="00AC0A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A28F5" w14:textId="77777777" w:rsidR="002726A3" w:rsidRDefault="002726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76FC9" w14:textId="77777777" w:rsidR="002726A3" w:rsidRDefault="002726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A7CC" w14:textId="77777777" w:rsidR="002726A3" w:rsidRDefault="002726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2C5F"/>
    <w:rsid w:val="000B417F"/>
    <w:rsid w:val="000B4850"/>
    <w:rsid w:val="00131415"/>
    <w:rsid w:val="00146F8F"/>
    <w:rsid w:val="0017480D"/>
    <w:rsid w:val="0019253D"/>
    <w:rsid w:val="00216533"/>
    <w:rsid w:val="00261E69"/>
    <w:rsid w:val="002726A3"/>
    <w:rsid w:val="002A4AC9"/>
    <w:rsid w:val="002D4D27"/>
    <w:rsid w:val="002E0EF7"/>
    <w:rsid w:val="003551E2"/>
    <w:rsid w:val="00357C22"/>
    <w:rsid w:val="003F5996"/>
    <w:rsid w:val="00404DA7"/>
    <w:rsid w:val="00413593"/>
    <w:rsid w:val="00470107"/>
    <w:rsid w:val="0048179D"/>
    <w:rsid w:val="004B66EA"/>
    <w:rsid w:val="004D1D70"/>
    <w:rsid w:val="005169A1"/>
    <w:rsid w:val="00532D2F"/>
    <w:rsid w:val="00582590"/>
    <w:rsid w:val="005A217D"/>
    <w:rsid w:val="005C2204"/>
    <w:rsid w:val="005E503A"/>
    <w:rsid w:val="005F1F3C"/>
    <w:rsid w:val="00605B27"/>
    <w:rsid w:val="00627953"/>
    <w:rsid w:val="006335DB"/>
    <w:rsid w:val="006466E4"/>
    <w:rsid w:val="006A4C10"/>
    <w:rsid w:val="006B28B7"/>
    <w:rsid w:val="006B36E7"/>
    <w:rsid w:val="006D4261"/>
    <w:rsid w:val="006F2874"/>
    <w:rsid w:val="006F595A"/>
    <w:rsid w:val="0077377F"/>
    <w:rsid w:val="007B7152"/>
    <w:rsid w:val="008047EB"/>
    <w:rsid w:val="0082604D"/>
    <w:rsid w:val="0083627E"/>
    <w:rsid w:val="008F2213"/>
    <w:rsid w:val="008F2A05"/>
    <w:rsid w:val="00907D91"/>
    <w:rsid w:val="009971ED"/>
    <w:rsid w:val="009D38F3"/>
    <w:rsid w:val="009E181A"/>
    <w:rsid w:val="009F3517"/>
    <w:rsid w:val="00A33A60"/>
    <w:rsid w:val="00A43A3D"/>
    <w:rsid w:val="00A65739"/>
    <w:rsid w:val="00AC0A66"/>
    <w:rsid w:val="00B33B98"/>
    <w:rsid w:val="00B801C3"/>
    <w:rsid w:val="00BD6C4D"/>
    <w:rsid w:val="00C34030"/>
    <w:rsid w:val="00C53640"/>
    <w:rsid w:val="00C67098"/>
    <w:rsid w:val="00C86912"/>
    <w:rsid w:val="00CE0B6A"/>
    <w:rsid w:val="00D25D80"/>
    <w:rsid w:val="00D4458D"/>
    <w:rsid w:val="00DC1FEC"/>
    <w:rsid w:val="00E366A1"/>
    <w:rsid w:val="00E55602"/>
    <w:rsid w:val="00E57983"/>
    <w:rsid w:val="00ED26F8"/>
    <w:rsid w:val="00F45890"/>
    <w:rsid w:val="00F50474"/>
    <w:rsid w:val="00F51926"/>
    <w:rsid w:val="00F9120F"/>
    <w:rsid w:val="00F9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6C4D"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B80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1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lle.loopre@elektrilevi.ee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andra.mcmanus@energia.ee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11</TotalTime>
  <Pages>2</Pages>
  <Words>271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Ülle Loopre</cp:lastModifiedBy>
  <cp:revision>3</cp:revision>
  <cp:lastPrinted>2012-04-03T10:00:00Z</cp:lastPrinted>
  <dcterms:created xsi:type="dcterms:W3CDTF">2023-10-04T12:35:00Z</dcterms:created>
  <dcterms:modified xsi:type="dcterms:W3CDTF">2023-10-04T12:36:00Z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